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27300" cy="226060"/>
                <wp:effectExtent l="0" t="0" r="635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3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01EBCA" w14:textId="77777777" w:rsidR="00FD34D2" w:rsidRDefault="00FD34D2" w:rsidP="00DF7D8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Riia tn 130 ja 132, Tartu</w:t>
                            </w:r>
                          </w:p>
                        </w:txbxContent>
                      </wps:txbx>
                      <wps:bodyPr spcFirstLastPara="0"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5EAC6A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5EAC6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1D5BC41F" w:rsidR="00E304D7" w:rsidRPr="002F199C" w:rsidRDefault="7D9DEA4A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5EAC6A90">
              <w:rPr>
                <w:lang w:val="et-EE"/>
              </w:rPr>
              <w:t>Verdo Aun</w:t>
            </w:r>
          </w:p>
          <w:p w14:paraId="043751CB" w14:textId="0CB15B8D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5EAC6A90">
              <w:rPr>
                <w:lang w:val="et-EE"/>
              </w:rPr>
              <w:t xml:space="preserve">tel +372 </w:t>
            </w:r>
            <w:r w:rsidR="02C09C37" w:rsidRPr="5EAC6A90">
              <w:rPr>
                <w:lang w:val="et-EE"/>
              </w:rPr>
              <w:t>5349</w:t>
            </w:r>
            <w:r w:rsidR="635C8F87" w:rsidRPr="5EAC6A90">
              <w:rPr>
                <w:lang w:val="et-EE"/>
              </w:rPr>
              <w:t xml:space="preserve"> </w:t>
            </w:r>
            <w:r w:rsidR="02C09C37" w:rsidRPr="5EAC6A90">
              <w:rPr>
                <w:lang w:val="et-EE"/>
              </w:rPr>
              <w:t xml:space="preserve">9287 </w:t>
            </w:r>
          </w:p>
        </w:tc>
      </w:tr>
      <w:tr w:rsidR="00FC6777" w:rsidRPr="002F199C" w14:paraId="5032205D" w14:textId="77777777" w:rsidTr="5EAC6A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2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5EAC6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3748F0A3" w:rsidR="00FC6777" w:rsidRPr="00AF1254" w:rsidRDefault="414DABA6" w:rsidP="5EAC6A9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t-EE"/>
              </w:rPr>
            </w:pPr>
            <w:r w:rsidRPr="00AF1254">
              <w:rPr>
                <w:b/>
                <w:sz w:val="24"/>
                <w:szCs w:val="24"/>
                <w:lang w:val="et-EE"/>
              </w:rPr>
              <w:t>Haldusteenus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549B6C13" w:rsidR="00FC6777" w:rsidRPr="00AF1254" w:rsidRDefault="414DABA6" w:rsidP="5EAC6A9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F1254">
              <w:rPr>
                <w:b/>
                <w:sz w:val="24"/>
                <w:szCs w:val="24"/>
                <w:lang w:val="et-EE"/>
              </w:rPr>
              <w:t>OÜ Raldon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18454E78" w:rsidR="00FC6777" w:rsidRPr="00AF1254" w:rsidRDefault="414DABA6" w:rsidP="5EAC6A9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t-EE"/>
              </w:rPr>
            </w:pPr>
            <w:r w:rsidRPr="00AF1254">
              <w:rPr>
                <w:b/>
                <w:sz w:val="24"/>
                <w:szCs w:val="24"/>
                <w:lang w:val="et-EE"/>
              </w:rPr>
              <w:t>Knut Kaarnamets</w:t>
            </w:r>
            <w:r w:rsidR="00585706" w:rsidRPr="00AF1254">
              <w:rPr>
                <w:b/>
                <w:sz w:val="24"/>
                <w:szCs w:val="24"/>
                <w:lang w:val="et-EE"/>
              </w:rPr>
              <w:t>,</w:t>
            </w:r>
            <w:r w:rsidR="000B2381" w:rsidRPr="00AF1254">
              <w:rPr>
                <w:b/>
                <w:sz w:val="24"/>
                <w:szCs w:val="24"/>
                <w:lang w:val="et-EE"/>
              </w:rPr>
              <w:t xml:space="preserve"> tel +372</w:t>
            </w:r>
            <w:r w:rsidR="00AF1254">
              <w:rPr>
                <w:b/>
                <w:sz w:val="24"/>
                <w:szCs w:val="24"/>
                <w:lang w:val="et-EE"/>
              </w:rPr>
              <w:t> </w:t>
            </w:r>
            <w:r w:rsidR="08393FC4" w:rsidRPr="00AF1254">
              <w:rPr>
                <w:b/>
                <w:sz w:val="24"/>
                <w:szCs w:val="24"/>
                <w:lang w:val="et-EE"/>
              </w:rPr>
              <w:t>505</w:t>
            </w:r>
            <w:r w:rsidR="00AF1254">
              <w:rPr>
                <w:b/>
                <w:sz w:val="24"/>
                <w:szCs w:val="24"/>
                <w:lang w:val="et-EE"/>
              </w:rPr>
              <w:t xml:space="preserve"> </w:t>
            </w:r>
            <w:r w:rsidR="08393FC4" w:rsidRPr="00AF1254">
              <w:rPr>
                <w:b/>
                <w:sz w:val="24"/>
                <w:szCs w:val="24"/>
                <w:lang w:val="et-EE"/>
              </w:rPr>
              <w:t>2735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7781C" w14:textId="77777777" w:rsidR="0043485D" w:rsidRDefault="0043485D" w:rsidP="009D60F9">
      <w:pPr>
        <w:spacing w:line="240" w:lineRule="auto"/>
      </w:pPr>
      <w:r>
        <w:separator/>
      </w:r>
    </w:p>
  </w:endnote>
  <w:endnote w:type="continuationSeparator" w:id="0">
    <w:p w14:paraId="46B00869" w14:textId="77777777" w:rsidR="0043485D" w:rsidRDefault="0043485D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0903F" w14:textId="77777777" w:rsidR="0043485D" w:rsidRDefault="0043485D" w:rsidP="009D60F9">
      <w:pPr>
        <w:spacing w:line="240" w:lineRule="auto"/>
      </w:pPr>
      <w:r>
        <w:separator/>
      </w:r>
    </w:p>
  </w:footnote>
  <w:footnote w:type="continuationSeparator" w:id="0">
    <w:p w14:paraId="31CD4910" w14:textId="77777777" w:rsidR="0043485D" w:rsidRDefault="0043485D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C783243">
            <v:shapetype id="_x0000_t202" coordsize="21600,21600" o:spt="202" path="m,l,21600r21600,l21600,xe" w14:anchorId="54311C91">
              <v:stroke joinstyle="miter"/>
              <v:path gradientshapeok="t" o:connecttype="rect"/>
            </v:shapetype>
            <v:shape id="Text Box 8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>
              <v:textbox inset="0,0,0,0">
                <w:txbxContent>
                  <w:p w:rsidRPr="002A044D" w:rsidR="002A044D" w:rsidP="00FC6777" w:rsidRDefault="00890F4B" w14:paraId="7EEA2D08" w14:textId="77777777">
                    <w:pPr>
                      <w:pStyle w:val="Pealkiri1"/>
                    </w:pPr>
                    <w:r>
                      <w:t>Avariide ja</w:t>
                    </w:r>
                    <w:r w:rsidRPr="002A044D" w:rsid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CAD9988">
            <v:rect id="Rectangle 1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003669 [3204]" stroked="f" strokeweight="1pt" w14:anchorId="43F4FC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381"/>
    <w:rsid w:val="000C1162"/>
    <w:rsid w:val="00125CA0"/>
    <w:rsid w:val="001A160F"/>
    <w:rsid w:val="001D6244"/>
    <w:rsid w:val="001E0FED"/>
    <w:rsid w:val="00232C60"/>
    <w:rsid w:val="002402FB"/>
    <w:rsid w:val="00284AE0"/>
    <w:rsid w:val="002A044D"/>
    <w:rsid w:val="002C4CBD"/>
    <w:rsid w:val="002F199C"/>
    <w:rsid w:val="003666CB"/>
    <w:rsid w:val="00392271"/>
    <w:rsid w:val="003A3637"/>
    <w:rsid w:val="003A6920"/>
    <w:rsid w:val="0040733F"/>
    <w:rsid w:val="0043485D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784F4A"/>
    <w:rsid w:val="00890F4B"/>
    <w:rsid w:val="009D60F9"/>
    <w:rsid w:val="00A01123"/>
    <w:rsid w:val="00AA284D"/>
    <w:rsid w:val="00AC5730"/>
    <w:rsid w:val="00AF1254"/>
    <w:rsid w:val="00B64D0C"/>
    <w:rsid w:val="00C85C11"/>
    <w:rsid w:val="00C94ED6"/>
    <w:rsid w:val="00CC0B68"/>
    <w:rsid w:val="00CC220A"/>
    <w:rsid w:val="00CE2355"/>
    <w:rsid w:val="00DC2C70"/>
    <w:rsid w:val="00DD6A88"/>
    <w:rsid w:val="00DE2514"/>
    <w:rsid w:val="00E17F76"/>
    <w:rsid w:val="00E256B3"/>
    <w:rsid w:val="00E304D7"/>
    <w:rsid w:val="00E61C4D"/>
    <w:rsid w:val="00EA6692"/>
    <w:rsid w:val="00F04AEE"/>
    <w:rsid w:val="00FA4CFB"/>
    <w:rsid w:val="00FC6777"/>
    <w:rsid w:val="00FD34D2"/>
    <w:rsid w:val="02C09C37"/>
    <w:rsid w:val="08393FC4"/>
    <w:rsid w:val="08666BD3"/>
    <w:rsid w:val="106199EA"/>
    <w:rsid w:val="149A8B77"/>
    <w:rsid w:val="1C32AC87"/>
    <w:rsid w:val="31D81222"/>
    <w:rsid w:val="3D8121B0"/>
    <w:rsid w:val="3DC3F900"/>
    <w:rsid w:val="414DABA6"/>
    <w:rsid w:val="4EB3E7FF"/>
    <w:rsid w:val="5310CBDF"/>
    <w:rsid w:val="5EAC6A90"/>
    <w:rsid w:val="635C8F87"/>
    <w:rsid w:val="774E3892"/>
    <w:rsid w:val="7881A121"/>
    <w:rsid w:val="7C6894D6"/>
    <w:rsid w:val="7D9DE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3666CB"/>
    <w:rsid w:val="004B1153"/>
    <w:rsid w:val="005B1036"/>
    <w:rsid w:val="00666DA5"/>
    <w:rsid w:val="007518F4"/>
    <w:rsid w:val="008C7DB7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5F25KTUSNP4X-205032580-162718</_dlc_DocId>
    <_dlc_DocIdUrl xmlns="d65e48b5-f38d-431e-9b4f-47403bf4583f">
      <Url>https://rkas.sharepoint.com/Kliendisuhted/_layouts/15/DocIdRedir.aspx?ID=5F25KTUSNP4X-205032580-162718</Url>
      <Description>5F25KTUSNP4X-205032580-162718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6AD8CE-AF63-40AE-9C07-096DA3751102}"/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1</TotalTime>
  <Pages>1</Pages>
  <Words>75</Words>
  <Characters>436</Characters>
  <Application>Microsoft Office Word</Application>
  <DocSecurity>0</DocSecurity>
  <Lines>3</Lines>
  <Paragraphs>1</Paragraphs>
  <ScaleCrop>false</ScaleCrop>
  <Manager/>
  <Company/>
  <LinksUpToDate>false</LinksUpToDate>
  <CharactersWithSpaces>510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Anu Irval</cp:lastModifiedBy>
  <cp:revision>5</cp:revision>
  <cp:lastPrinted>2023-09-28T05:38:00Z</cp:lastPrinted>
  <dcterms:created xsi:type="dcterms:W3CDTF">2024-01-16T12:14:00Z</dcterms:created>
  <dcterms:modified xsi:type="dcterms:W3CDTF">2024-12-02T15:44:00Z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d7286fbf-e9c4-4104-8b72-a297e701c067</vt:lpwstr>
  </property>
</Properties>
</file>